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17" w:rsidRDefault="00BD531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Welcome to Math </w:t>
      </w:r>
      <w:r w:rsidR="005545A6">
        <w:rPr>
          <w:rFonts w:ascii="Comic Sans MS" w:hAnsi="Comic Sans MS"/>
          <w:sz w:val="24"/>
          <w:szCs w:val="24"/>
        </w:rPr>
        <w:t>9</w:t>
      </w:r>
      <w:bookmarkStart w:id="0" w:name="_GoBack"/>
      <w:bookmarkEnd w:id="0"/>
      <w:r>
        <w:rPr>
          <w:rFonts w:ascii="Comic Sans MS" w:hAnsi="Comic Sans MS"/>
          <w:sz w:val="24"/>
          <w:szCs w:val="24"/>
        </w:rPr>
        <w:t>!!</w:t>
      </w:r>
    </w:p>
    <w:p w:rsidR="00BD5317" w:rsidRDefault="00BD5317">
      <w:pPr>
        <w:rPr>
          <w:rFonts w:ascii="Comic Sans MS" w:hAnsi="Comic Sans MS"/>
          <w:sz w:val="24"/>
          <w:szCs w:val="24"/>
        </w:rPr>
      </w:pPr>
    </w:p>
    <w:p w:rsidR="00BD5317" w:rsidRDefault="00BD5317">
      <w:pPr>
        <w:rPr>
          <w:rFonts w:ascii="Comic Sans MS" w:hAnsi="Comic Sans MS"/>
          <w:sz w:val="24"/>
          <w:szCs w:val="24"/>
        </w:rPr>
      </w:pPr>
    </w:p>
    <w:p w:rsidR="00BD5317" w:rsidRDefault="00BD531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</w:t>
      </w:r>
      <w:r w:rsidR="005D7425">
        <w:rPr>
          <w:rFonts w:ascii="Comic Sans MS" w:hAnsi="Comic Sans MS"/>
          <w:sz w:val="24"/>
          <w:szCs w:val="24"/>
        </w:rPr>
        <w:t xml:space="preserve"> favorite form of communication is verbally.  However, there are other ways that this can happen:</w:t>
      </w:r>
    </w:p>
    <w:p w:rsidR="00F25FCA" w:rsidRDefault="00F25FCA">
      <w:pPr>
        <w:rPr>
          <w:rFonts w:ascii="Comic Sans MS" w:hAnsi="Comic Sans MS"/>
          <w:sz w:val="24"/>
          <w:szCs w:val="24"/>
        </w:rPr>
      </w:pPr>
    </w:p>
    <w:p w:rsidR="00BD5317" w:rsidRDefault="00BD5317" w:rsidP="00BD531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use of your day planner.</w:t>
      </w:r>
    </w:p>
    <w:p w:rsid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F25FCA" w:rsidRDefault="00F25FCA" w:rsidP="00BD531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a big calendar at the front of my room.</w:t>
      </w:r>
    </w:p>
    <w:p w:rsidR="00B22BE6" w:rsidRP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B22BE6" w:rsidRDefault="00BD5317" w:rsidP="00BD5317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4"/>
          <w:szCs w:val="24"/>
        </w:rPr>
      </w:pPr>
      <w:r w:rsidRPr="00B22BE6">
        <w:rPr>
          <w:rFonts w:ascii="Comic Sans MS" w:hAnsi="Comic Sans MS"/>
          <w:sz w:val="24"/>
          <w:szCs w:val="24"/>
        </w:rPr>
        <w:t>The use o</w:t>
      </w:r>
      <w:r w:rsidR="00B22BE6" w:rsidRPr="00B22BE6">
        <w:rPr>
          <w:rFonts w:ascii="Comic Sans MS" w:hAnsi="Comic Sans MS"/>
          <w:sz w:val="24"/>
          <w:szCs w:val="24"/>
        </w:rPr>
        <w:t>f my blog site.   Here is the address for my blog:</w:t>
      </w:r>
      <w:r w:rsidRPr="00B22BE6">
        <w:rPr>
          <w:rFonts w:ascii="Comic Sans MS" w:hAnsi="Comic Sans MS"/>
          <w:sz w:val="24"/>
          <w:szCs w:val="24"/>
        </w:rPr>
        <w:t xml:space="preserve"> (</w:t>
      </w:r>
      <w:hyperlink r:id="rId6" w:history="1">
        <w:r w:rsidRPr="00B22BE6">
          <w:rPr>
            <w:rStyle w:val="Hyperlink"/>
            <w:rFonts w:ascii="Comic Sans MS" w:hAnsi="Comic Sans MS"/>
            <w:sz w:val="24"/>
            <w:szCs w:val="24"/>
          </w:rPr>
          <w:t>http://msvandemeutter.edublogs.org</w:t>
        </w:r>
      </w:hyperlink>
      <w:r w:rsidRPr="00B22BE6">
        <w:rPr>
          <w:rFonts w:ascii="Comic Sans MS" w:hAnsi="Comic Sans MS"/>
          <w:sz w:val="24"/>
          <w:szCs w:val="24"/>
        </w:rPr>
        <w:t xml:space="preserve">) </w:t>
      </w:r>
    </w:p>
    <w:p w:rsidR="00B22BE6" w:rsidRP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B22BE6" w:rsidRDefault="00B22BE6" w:rsidP="005545A6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also have a wiki for Math</w:t>
      </w:r>
      <w:r w:rsidR="007B6FA2">
        <w:rPr>
          <w:rFonts w:ascii="Comic Sans MS" w:hAnsi="Comic Sans MS"/>
          <w:sz w:val="24"/>
          <w:szCs w:val="24"/>
        </w:rPr>
        <w:t xml:space="preserve"> 9</w:t>
      </w:r>
      <w:r>
        <w:rPr>
          <w:rFonts w:ascii="Comic Sans MS" w:hAnsi="Comic Sans MS"/>
          <w:sz w:val="24"/>
          <w:szCs w:val="24"/>
        </w:rPr>
        <w:t>.  Here is the address for it:</w:t>
      </w:r>
      <w:r w:rsidR="005545A6" w:rsidRPr="005545A6">
        <w:t xml:space="preserve"> </w:t>
      </w:r>
      <w:r w:rsidR="005545A6" w:rsidRPr="005545A6">
        <w:rPr>
          <w:rFonts w:ascii="Comic Sans MS" w:hAnsi="Comic Sans MS"/>
          <w:sz w:val="24"/>
          <w:szCs w:val="24"/>
        </w:rPr>
        <w:t>http://vdmmath9.wikispaces.com/</w:t>
      </w:r>
      <w:r>
        <w:rPr>
          <w:rFonts w:ascii="Comic Sans MS" w:hAnsi="Comic Sans MS"/>
          <w:sz w:val="24"/>
          <w:szCs w:val="24"/>
        </w:rPr>
        <w:t xml:space="preserve">.   On this wiki you will find the outline, handouts, must </w:t>
      </w:r>
      <w:proofErr w:type="spellStart"/>
      <w:r>
        <w:rPr>
          <w:rFonts w:ascii="Comic Sans MS" w:hAnsi="Comic Sans MS"/>
          <w:sz w:val="24"/>
          <w:szCs w:val="24"/>
        </w:rPr>
        <w:t>knows</w:t>
      </w:r>
      <w:proofErr w:type="spellEnd"/>
      <w:r>
        <w:rPr>
          <w:rFonts w:ascii="Comic Sans MS" w:hAnsi="Comic Sans MS"/>
          <w:sz w:val="24"/>
          <w:szCs w:val="24"/>
        </w:rPr>
        <w:t>, divisibility rules, etc.   The students will always get the information in class.  However, if you lose it, I do not give you a second copy.  You will have to go to the wiki and download the file and print it off again.</w:t>
      </w:r>
    </w:p>
    <w:p w:rsidR="00B22BE6" w:rsidRP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B22BE6" w:rsidRDefault="00B22BE6" w:rsidP="00B22BE6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blog can also be accessed through the school webpage (</w:t>
      </w:r>
      <w:hyperlink r:id="rId7" w:history="1">
        <w:r w:rsidRPr="004F3E8B">
          <w:rPr>
            <w:rStyle w:val="Hyperlink"/>
            <w:rFonts w:ascii="Comic Sans MS" w:hAnsi="Comic Sans MS"/>
            <w:sz w:val="24"/>
            <w:szCs w:val="24"/>
          </w:rPr>
          <w:t>http://www.uchs.lskysd.ca/</w:t>
        </w:r>
      </w:hyperlink>
      <w:r>
        <w:rPr>
          <w:rFonts w:ascii="Comic Sans MS" w:hAnsi="Comic Sans MS"/>
          <w:sz w:val="24"/>
          <w:szCs w:val="24"/>
        </w:rPr>
        <w:t>) in the homework calendar link on the left side of the page.  At the bottom of the Grade 7 calendar there is a link to my blog.</w:t>
      </w:r>
    </w:p>
    <w:p w:rsidR="005D7425" w:rsidRDefault="005D7425" w:rsidP="005D7425">
      <w:pPr>
        <w:pStyle w:val="ListParagraph"/>
        <w:rPr>
          <w:rFonts w:ascii="Comic Sans MS" w:hAnsi="Comic Sans MS"/>
          <w:sz w:val="24"/>
          <w:szCs w:val="24"/>
        </w:rPr>
      </w:pP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a great year!!</w:t>
      </w:r>
    </w:p>
    <w:p w:rsidR="005D7425" w:rsidRDefault="005D7425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Ms. Van De Meutter</w:t>
      </w: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Default="009B2084" w:rsidP="008D4AC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8D4AC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Ms. Van De Meutter            Math</w:t>
      </w:r>
      <w:r w:rsidR="005545A6">
        <w:rPr>
          <w:rFonts w:ascii="Comic Sans MS" w:hAnsi="Comic Sans MS"/>
          <w:sz w:val="24"/>
          <w:szCs w:val="24"/>
        </w:rPr>
        <w:t xml:space="preserve"> 9</w:t>
      </w:r>
      <w:r w:rsidR="009B2084">
        <w:rPr>
          <w:rFonts w:ascii="Comic Sans MS" w:hAnsi="Comic Sans MS"/>
          <w:sz w:val="24"/>
          <w:szCs w:val="24"/>
        </w:rPr>
        <w:t xml:space="preserve"> Letter Home      September 4, 2012</w:t>
      </w: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9E2105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Student:</w:t>
      </w:r>
      <w:r w:rsidR="009E2105">
        <w:rPr>
          <w:rFonts w:ascii="Comic Sans MS" w:hAnsi="Comic Sans MS"/>
          <w:sz w:val="24"/>
          <w:szCs w:val="24"/>
        </w:rPr>
        <w:t xml:space="preserve">    </w:t>
      </w:r>
      <w:r>
        <w:rPr>
          <w:rFonts w:ascii="Comic Sans MS" w:hAnsi="Comic Sans MS"/>
          <w:sz w:val="24"/>
          <w:szCs w:val="24"/>
        </w:rPr>
        <w:t>________</w:t>
      </w:r>
      <w:r w:rsidR="005545A6">
        <w:rPr>
          <w:rFonts w:ascii="Comic Sans MS" w:hAnsi="Comic Sans MS"/>
          <w:sz w:val="24"/>
          <w:szCs w:val="24"/>
        </w:rPr>
        <w:t xml:space="preserve">______________________         </w:t>
      </w:r>
      <w:proofErr w:type="gramStart"/>
      <w:r w:rsidR="005545A6">
        <w:rPr>
          <w:rFonts w:ascii="Comic Sans MS" w:hAnsi="Comic Sans MS"/>
          <w:sz w:val="24"/>
          <w:szCs w:val="24"/>
        </w:rPr>
        <w:t>9A  or</w:t>
      </w:r>
      <w:proofErr w:type="gramEnd"/>
      <w:r w:rsidR="005545A6">
        <w:rPr>
          <w:rFonts w:ascii="Comic Sans MS" w:hAnsi="Comic Sans MS"/>
          <w:sz w:val="24"/>
          <w:szCs w:val="24"/>
        </w:rPr>
        <w:t xml:space="preserve">  9</w:t>
      </w:r>
      <w:r>
        <w:rPr>
          <w:rFonts w:ascii="Comic Sans MS" w:hAnsi="Comic Sans MS"/>
          <w:sz w:val="24"/>
          <w:szCs w:val="24"/>
        </w:rPr>
        <w:t xml:space="preserve">B </w:t>
      </w: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F25FCA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Parents please sign this, so that I know you have read the attached sheet.</w:t>
      </w: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Parent Signature: _________________________________________</w:t>
      </w:r>
    </w:p>
    <w:p w:rsidR="009B2084" w:rsidRDefault="009B2084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Default="009B2084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Default="009B2084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Pr="00800DCB" w:rsidRDefault="00800DCB" w:rsidP="00BD5317">
      <w:pPr>
        <w:spacing w:before="240"/>
        <w:ind w:left="720"/>
        <w:rPr>
          <w:rFonts w:ascii="Comic Sans MS" w:hAnsi="Comic Sans MS"/>
          <w:sz w:val="32"/>
          <w:szCs w:val="32"/>
        </w:rPr>
      </w:pPr>
      <w:r w:rsidRPr="00800DCB">
        <w:rPr>
          <w:rFonts w:ascii="Comic Sans MS" w:hAnsi="Comic Sans MS"/>
          <w:sz w:val="32"/>
          <w:szCs w:val="32"/>
        </w:rPr>
        <w:t xml:space="preserve">Please return this section by: </w:t>
      </w:r>
      <w:r w:rsidR="009B2084" w:rsidRPr="00800DCB">
        <w:rPr>
          <w:rFonts w:ascii="Comic Sans MS" w:hAnsi="Comic Sans MS"/>
          <w:sz w:val="32"/>
          <w:szCs w:val="32"/>
        </w:rPr>
        <w:t xml:space="preserve"> </w:t>
      </w:r>
      <w:r w:rsidR="009E2105" w:rsidRPr="00800DCB">
        <w:rPr>
          <w:rFonts w:ascii="Comic Sans MS" w:hAnsi="Comic Sans MS"/>
          <w:sz w:val="32"/>
          <w:szCs w:val="32"/>
        </w:rPr>
        <w:t>Friday, September 7, 2012</w:t>
      </w:r>
    </w:p>
    <w:p w:rsidR="005D7425" w:rsidRDefault="005D7425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00DCB" w:rsidRDefault="00800DCB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5D7425" w:rsidRPr="005D7425" w:rsidRDefault="005D7425" w:rsidP="00800DCB">
      <w:pPr>
        <w:ind w:left="360"/>
        <w:jc w:val="center"/>
        <w:rPr>
          <w:rFonts w:ascii="Comic Sans MS" w:hAnsi="Comic Sans MS"/>
          <w:sz w:val="44"/>
          <w:szCs w:val="44"/>
        </w:rPr>
      </w:pPr>
      <w:r w:rsidRPr="005D7425">
        <w:rPr>
          <w:rFonts w:ascii="Comic Sans MS" w:hAnsi="Comic Sans MS"/>
          <w:sz w:val="44"/>
          <w:szCs w:val="44"/>
        </w:rPr>
        <w:t>Parents you will be able to keep track of your son/daughter through my blog site.  Please put it in your favorites list right away!!</w:t>
      </w:r>
    </w:p>
    <w:p w:rsidR="005D7425" w:rsidRPr="00BD5317" w:rsidRDefault="005D7425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sectPr w:rsidR="005D7425" w:rsidRPr="00BD5317" w:rsidSect="005124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4C18"/>
    <w:multiLevelType w:val="hybridMultilevel"/>
    <w:tmpl w:val="A7A8886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317"/>
    <w:rsid w:val="005124E7"/>
    <w:rsid w:val="005545A6"/>
    <w:rsid w:val="005D7425"/>
    <w:rsid w:val="00754395"/>
    <w:rsid w:val="007B6FA2"/>
    <w:rsid w:val="007F6384"/>
    <w:rsid w:val="00800DCB"/>
    <w:rsid w:val="008D4AC7"/>
    <w:rsid w:val="008E2C44"/>
    <w:rsid w:val="009B2084"/>
    <w:rsid w:val="009E2105"/>
    <w:rsid w:val="00B22BE6"/>
    <w:rsid w:val="00BD5317"/>
    <w:rsid w:val="00F2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53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53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chs.lskysd.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svandemeutter.edublog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93B781F.dotm</Template>
  <TotalTime>2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Living Sky School Division No. 202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2012-06-13T01:34:00Z</dcterms:created>
  <dcterms:modified xsi:type="dcterms:W3CDTF">2012-06-13T01:36:00Z</dcterms:modified>
</cp:coreProperties>
</file>